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6920F" w14:textId="45296D5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723EA" w:rsidRPr="006723EA">
        <w:rPr>
          <w:rFonts w:ascii="Corbel" w:hAnsi="Corbel"/>
          <w:bCs/>
          <w:i/>
        </w:rPr>
        <w:t xml:space="preserve"> </w:t>
      </w:r>
      <w:r w:rsidR="006723EA" w:rsidRPr="006723EA">
        <w:rPr>
          <w:rFonts w:ascii="Corbel" w:hAnsi="Corbel" w:cs="Arial"/>
        </w:rPr>
        <w:t>7/2023</w:t>
      </w:r>
    </w:p>
    <w:p w14:paraId="27BE0EE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4EC2BB" w14:textId="2442EAC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90A57">
        <w:rPr>
          <w:rFonts w:ascii="Corbel" w:hAnsi="Corbel"/>
          <w:i/>
          <w:smallCaps/>
          <w:sz w:val="24"/>
          <w:szCs w:val="24"/>
        </w:rPr>
        <w:t xml:space="preserve"> </w:t>
      </w:r>
      <w:r w:rsidR="007D3B63">
        <w:rPr>
          <w:rFonts w:ascii="Corbel" w:hAnsi="Corbel"/>
          <w:b/>
          <w:smallCaps/>
          <w:sz w:val="24"/>
          <w:szCs w:val="24"/>
        </w:rPr>
        <w:t>202</w:t>
      </w:r>
      <w:r w:rsidR="006723EA">
        <w:rPr>
          <w:rFonts w:ascii="Corbel" w:hAnsi="Corbel"/>
          <w:b/>
          <w:smallCaps/>
          <w:sz w:val="24"/>
          <w:szCs w:val="24"/>
        </w:rPr>
        <w:t>3</w:t>
      </w:r>
      <w:r w:rsidR="007D3B63">
        <w:rPr>
          <w:rFonts w:ascii="Corbel" w:hAnsi="Corbel"/>
          <w:b/>
          <w:smallCaps/>
          <w:sz w:val="24"/>
          <w:szCs w:val="24"/>
        </w:rPr>
        <w:t>-202</w:t>
      </w:r>
      <w:r w:rsidR="006723EA">
        <w:rPr>
          <w:rFonts w:ascii="Corbel" w:hAnsi="Corbel"/>
          <w:b/>
          <w:smallCaps/>
          <w:sz w:val="24"/>
          <w:szCs w:val="24"/>
        </w:rPr>
        <w:t>5</w:t>
      </w:r>
    </w:p>
    <w:p w14:paraId="059161B8" w14:textId="2689F21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D3B6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55E84E5" w14:textId="1E92996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D3B6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D3B63">
        <w:rPr>
          <w:rFonts w:ascii="Corbel" w:hAnsi="Corbel"/>
          <w:sz w:val="20"/>
          <w:szCs w:val="20"/>
        </w:rPr>
        <w:t>202</w:t>
      </w:r>
      <w:r w:rsidR="006723EA">
        <w:rPr>
          <w:rFonts w:ascii="Corbel" w:hAnsi="Corbel"/>
          <w:sz w:val="20"/>
          <w:szCs w:val="20"/>
        </w:rPr>
        <w:t>4</w:t>
      </w:r>
      <w:r w:rsidR="007D3B63">
        <w:rPr>
          <w:rFonts w:ascii="Corbel" w:hAnsi="Corbel"/>
          <w:sz w:val="20"/>
          <w:szCs w:val="20"/>
        </w:rPr>
        <w:t>/202</w:t>
      </w:r>
      <w:r w:rsidR="006723EA">
        <w:rPr>
          <w:rFonts w:ascii="Corbel" w:hAnsi="Corbel"/>
          <w:sz w:val="20"/>
          <w:szCs w:val="20"/>
        </w:rPr>
        <w:t>5</w:t>
      </w:r>
    </w:p>
    <w:p w14:paraId="061D0F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1E1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6B3CF5" w14:textId="77777777" w:rsidTr="00B819C8">
        <w:tc>
          <w:tcPr>
            <w:tcW w:w="2694" w:type="dxa"/>
            <w:vAlign w:val="center"/>
          </w:tcPr>
          <w:p w14:paraId="117670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52D65" w14:textId="77777777" w:rsidR="0085747A" w:rsidRPr="00253AB1" w:rsidRDefault="00AE0D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53AB1">
              <w:rPr>
                <w:rFonts w:ascii="Corbel" w:hAnsi="Corbel"/>
                <w:bCs/>
                <w:sz w:val="24"/>
                <w:szCs w:val="24"/>
              </w:rPr>
              <w:t>Socjologiczne aspekty starości i starzenia</w:t>
            </w:r>
          </w:p>
        </w:tc>
      </w:tr>
      <w:tr w:rsidR="0085747A" w:rsidRPr="009C54AE" w14:paraId="526964C0" w14:textId="77777777" w:rsidTr="00B819C8">
        <w:tc>
          <w:tcPr>
            <w:tcW w:w="2694" w:type="dxa"/>
            <w:vAlign w:val="center"/>
          </w:tcPr>
          <w:p w14:paraId="570E3E7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807084" w14:textId="2CBF2E36" w:rsidR="0085747A" w:rsidRPr="007E392D" w:rsidRDefault="00010A0B" w:rsidP="00050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058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7E392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50586">
              <w:rPr>
                <w:rFonts w:ascii="Corbel" w:hAnsi="Corbel"/>
                <w:b w:val="0"/>
                <w:sz w:val="24"/>
                <w:szCs w:val="24"/>
              </w:rPr>
              <w:t>[4]O_04</w:t>
            </w:r>
          </w:p>
        </w:tc>
      </w:tr>
      <w:tr w:rsidR="0085747A" w:rsidRPr="009C54AE" w14:paraId="6ADEAFDD" w14:textId="77777777" w:rsidTr="00B819C8">
        <w:tc>
          <w:tcPr>
            <w:tcW w:w="2694" w:type="dxa"/>
            <w:vAlign w:val="center"/>
          </w:tcPr>
          <w:p w14:paraId="304AE9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44A99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89DC39" w14:textId="77777777" w:rsidTr="00B819C8">
        <w:tc>
          <w:tcPr>
            <w:tcW w:w="2694" w:type="dxa"/>
            <w:vAlign w:val="center"/>
          </w:tcPr>
          <w:p w14:paraId="7C0D9A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F7E145" w14:textId="63F52BC0" w:rsidR="0085747A" w:rsidRPr="009C54AE" w:rsidRDefault="00253A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AB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69A3147" w14:textId="77777777" w:rsidTr="00B819C8">
        <w:tc>
          <w:tcPr>
            <w:tcW w:w="2694" w:type="dxa"/>
            <w:vAlign w:val="center"/>
          </w:tcPr>
          <w:p w14:paraId="33D2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301D6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7D017F51" w14:textId="77777777" w:rsidTr="00B819C8">
        <w:tc>
          <w:tcPr>
            <w:tcW w:w="2694" w:type="dxa"/>
            <w:vAlign w:val="center"/>
          </w:tcPr>
          <w:p w14:paraId="146156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2DE6F0" w14:textId="77777777" w:rsidR="0085747A" w:rsidRPr="009C54AE" w:rsidRDefault="007F2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6A4149C7" w14:textId="77777777" w:rsidTr="00B819C8">
        <w:tc>
          <w:tcPr>
            <w:tcW w:w="2694" w:type="dxa"/>
            <w:vAlign w:val="center"/>
          </w:tcPr>
          <w:p w14:paraId="3D7E4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DB5B10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2ADFAF" w14:textId="77777777" w:rsidTr="00B819C8">
        <w:tc>
          <w:tcPr>
            <w:tcW w:w="2694" w:type="dxa"/>
            <w:vAlign w:val="center"/>
          </w:tcPr>
          <w:p w14:paraId="65B856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E4B619" w14:textId="4C5CEE9E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E00668" w14:textId="77777777" w:rsidTr="00B819C8">
        <w:tc>
          <w:tcPr>
            <w:tcW w:w="2694" w:type="dxa"/>
            <w:vAlign w:val="center"/>
          </w:tcPr>
          <w:p w14:paraId="47D407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24C90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11B93C3A" w14:textId="77777777" w:rsidTr="00B819C8">
        <w:tc>
          <w:tcPr>
            <w:tcW w:w="2694" w:type="dxa"/>
            <w:vAlign w:val="center"/>
          </w:tcPr>
          <w:p w14:paraId="3F6292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93A1F6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292E55" w14:textId="77777777" w:rsidTr="00B819C8">
        <w:tc>
          <w:tcPr>
            <w:tcW w:w="2694" w:type="dxa"/>
            <w:vAlign w:val="center"/>
          </w:tcPr>
          <w:p w14:paraId="0A48391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C2EDCB" w14:textId="007BA65D" w:rsidR="00923D7D" w:rsidRPr="009C54AE" w:rsidRDefault="007E3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010A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898206" w14:textId="77777777" w:rsidTr="00B819C8">
        <w:tc>
          <w:tcPr>
            <w:tcW w:w="2694" w:type="dxa"/>
            <w:vAlign w:val="center"/>
          </w:tcPr>
          <w:p w14:paraId="7AE34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EC2D0F" w14:textId="3167C531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6E047B84" w14:textId="77777777" w:rsidTr="00B819C8">
        <w:tc>
          <w:tcPr>
            <w:tcW w:w="2694" w:type="dxa"/>
            <w:vAlign w:val="center"/>
          </w:tcPr>
          <w:p w14:paraId="6C4DF7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1BA7E4" w14:textId="3ABD6251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3D035ECE" w14:textId="77777777" w:rsidR="00923D7D" w:rsidRPr="009C54AE" w:rsidRDefault="0085747A" w:rsidP="000505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58D562" w14:textId="1DB494C0" w:rsidR="00923D7D" w:rsidRDefault="0085747A" w:rsidP="0005058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BB48EA" w14:textId="77777777" w:rsidR="007D3B63" w:rsidRPr="009C54AE" w:rsidRDefault="007D3B63" w:rsidP="00050586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1A9FB1" w14:textId="77777777" w:rsidTr="007D3B6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F48D" w14:textId="77777777" w:rsidR="00015B8F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F8D143" w14:textId="77777777" w:rsidR="00015B8F" w:rsidRPr="009C54AE" w:rsidRDefault="002B5EA0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0E3EA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4321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0886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FE16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39C8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7270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2926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7750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101A" w14:textId="77777777" w:rsidR="00015B8F" w:rsidRPr="009C54AE" w:rsidRDefault="00015B8F" w:rsidP="007D3B6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52880DD" w14:textId="77777777" w:rsidTr="007D3B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8DF" w14:textId="77777777" w:rsidR="00015B8F" w:rsidRPr="009C54AE" w:rsidRDefault="001F72F9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8853" w14:textId="02981917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8C4E" w14:textId="20073EE1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4FFF" w14:textId="34F05275" w:rsidR="00015B8F" w:rsidRPr="009C54AE" w:rsidRDefault="00B87145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E39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C44D" w14:textId="22B66C37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8F91" w14:textId="51040812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A675" w14:textId="4B622D02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CF37" w14:textId="106573F4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3C5D" w14:textId="1F1E2365" w:rsidR="00015B8F" w:rsidRPr="009C54AE" w:rsidRDefault="007E392D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64EC" w14:textId="77777777" w:rsidR="00015B8F" w:rsidRPr="009C54AE" w:rsidRDefault="00782BF8" w:rsidP="007D3B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E44A90" w14:textId="77777777" w:rsidR="00923D7D" w:rsidRPr="009C54AE" w:rsidRDefault="00923D7D" w:rsidP="0005058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D83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F99D5D" w14:textId="77777777" w:rsidR="007D3B63" w:rsidRDefault="007D3B6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338B00A0" w14:textId="7016DE9C" w:rsidR="0085747A" w:rsidRPr="009C54AE" w:rsidRDefault="007D3B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5C4525">
        <w:rPr>
          <w:rFonts w:ascii="MS Gothic" w:eastAsia="MS Gothic" w:hAnsi="MS Gothic" w:cs="MS Gothic" w:hint="eastAsia"/>
          <w:b w:val="0"/>
          <w:szCs w:val="24"/>
        </w:rPr>
        <w:t>X</w:t>
      </w:r>
      <w:r w:rsidR="005C4525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A3D8AE" w14:textId="3867011B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7D3B63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6BC94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9063FF" w14:textId="77777777" w:rsidR="000505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4C438EA" w14:textId="77777777" w:rsidR="007D3B63" w:rsidRDefault="007D3B63" w:rsidP="00050586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</w:p>
    <w:p w14:paraId="3D58F412" w14:textId="62A23B27" w:rsidR="00E22FBC" w:rsidRPr="007E392D" w:rsidRDefault="00E22FBC" w:rsidP="00050586">
      <w:pPr>
        <w:pStyle w:val="Odpowiedzi"/>
        <w:spacing w:before="0" w:after="0"/>
        <w:rPr>
          <w:rFonts w:ascii="Corbel" w:hAnsi="Corbel"/>
          <w:b w:val="0"/>
          <w:smallCaps/>
          <w:sz w:val="24"/>
          <w:szCs w:val="24"/>
        </w:rPr>
      </w:pPr>
      <w:r w:rsidRPr="007E392D">
        <w:rPr>
          <w:rFonts w:ascii="Corbel" w:hAnsi="Corbel"/>
          <w:b w:val="0"/>
          <w:smallCaps/>
          <w:sz w:val="24"/>
          <w:szCs w:val="24"/>
        </w:rPr>
        <w:t>zaliczenie z oceną</w:t>
      </w:r>
    </w:p>
    <w:p w14:paraId="189826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095BFC" w14:textId="76C8122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6CE490" w14:textId="77777777" w:rsidR="007D3B63" w:rsidRPr="009C54AE" w:rsidRDefault="007D3B6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8B9ABA" w14:textId="77777777" w:rsidTr="00745302">
        <w:tc>
          <w:tcPr>
            <w:tcW w:w="9670" w:type="dxa"/>
          </w:tcPr>
          <w:p w14:paraId="221A8C78" w14:textId="711B0F07" w:rsidR="0085747A" w:rsidRPr="009C54AE" w:rsidRDefault="00A00544" w:rsidP="007E392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w zakresie</w:t>
            </w:r>
            <w:r w:rsidR="007E39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 „Psychopatologia ogólna” oraz „Dylematy etyczne w pracy socjalnej”.</w:t>
            </w:r>
          </w:p>
        </w:tc>
      </w:tr>
    </w:tbl>
    <w:p w14:paraId="7B3B9823" w14:textId="77777777" w:rsidR="007E392D" w:rsidRDefault="007E392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B1DC51" w14:textId="361C6AD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5DF4A8" w14:textId="77777777" w:rsidR="00050586" w:rsidRPr="00C05F44" w:rsidRDefault="0005058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7F93B9" w14:textId="10896153" w:rsidR="00F83B28" w:rsidRDefault="0071620A" w:rsidP="00FD41E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1676E1F" w14:textId="77777777" w:rsidR="007D3B63" w:rsidRPr="00FD41E5" w:rsidRDefault="007D3B63" w:rsidP="00FD41E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BD9FB4E" w14:textId="77777777" w:rsidTr="00F14D12">
        <w:tc>
          <w:tcPr>
            <w:tcW w:w="843" w:type="dxa"/>
            <w:vAlign w:val="center"/>
          </w:tcPr>
          <w:p w14:paraId="3852C6A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9B88BF" w14:textId="38487558" w:rsidR="0085747A" w:rsidRPr="009C54AE" w:rsidRDefault="00C161CF" w:rsidP="007E39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wykorzystywania wiedzy wynikającej z</w:t>
            </w:r>
            <w:r w:rsidR="007E392D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diagnozowania procesów starzenia się w praktyce pracy socjalnej</w:t>
            </w:r>
          </w:p>
        </w:tc>
      </w:tr>
      <w:tr w:rsidR="00F14D12" w:rsidRPr="009C54AE" w14:paraId="6FEEF84B" w14:textId="77777777" w:rsidTr="00F14D12">
        <w:tc>
          <w:tcPr>
            <w:tcW w:w="843" w:type="dxa"/>
            <w:vAlign w:val="center"/>
          </w:tcPr>
          <w:p w14:paraId="148A92BD" w14:textId="77777777" w:rsidR="00F14D12" w:rsidRPr="009C54AE" w:rsidRDefault="00F14D12" w:rsidP="00F14D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32C275E" w14:textId="77777777" w:rsidR="00F14D12" w:rsidRPr="009C54AE" w:rsidRDefault="00F14D12" w:rsidP="007E39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terminologii z zakresu gerontologii , geriatrii i edukacji gerontologicznej</w:t>
            </w:r>
          </w:p>
        </w:tc>
      </w:tr>
    </w:tbl>
    <w:p w14:paraId="3DB849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E703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6733C8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B4648F" w14:textId="77777777" w:rsidTr="00120161">
        <w:tc>
          <w:tcPr>
            <w:tcW w:w="1681" w:type="dxa"/>
            <w:vAlign w:val="center"/>
          </w:tcPr>
          <w:p w14:paraId="3DE608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D90B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A76AA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20161" w:rsidRPr="009C54AE" w14:paraId="39C7BBDB" w14:textId="77777777" w:rsidTr="00120161">
        <w:tc>
          <w:tcPr>
            <w:tcW w:w="1681" w:type="dxa"/>
          </w:tcPr>
          <w:p w14:paraId="0582A994" w14:textId="40C8FA68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0B04E43" w14:textId="32E86195" w:rsidR="00120161" w:rsidRPr="00FD41E5" w:rsidRDefault="002233E5" w:rsidP="007E39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</w:t>
            </w:r>
            <w:r w:rsidR="00691328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stosuje terminologię używaną w pracy socjalnej oraz jej zastosowanie w dyscyplinach pokrewnych na poziomie rozszerzonym</w:t>
            </w:r>
            <w:r w:rsidR="005C7FE3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gerontologii, geriatrii </w:t>
            </w:r>
          </w:p>
        </w:tc>
        <w:tc>
          <w:tcPr>
            <w:tcW w:w="1865" w:type="dxa"/>
          </w:tcPr>
          <w:p w14:paraId="06B71C5C" w14:textId="76E12F80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7FE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F129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E5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120161" w:rsidRPr="009C54AE" w14:paraId="3F63E0E6" w14:textId="77777777" w:rsidTr="00120161">
        <w:tc>
          <w:tcPr>
            <w:tcW w:w="1681" w:type="dxa"/>
          </w:tcPr>
          <w:p w14:paraId="3E7E9C02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33D9FC" w14:textId="3136904E" w:rsidR="00120161" w:rsidRPr="00FD41E5" w:rsidRDefault="002233E5" w:rsidP="007E39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</w:t>
            </w:r>
            <w:r w:rsidR="00813054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wykorzystywać wiedzę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gerontologii i geriatrii do </w:t>
            </w:r>
            <w:r w:rsidR="00813054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diagnozowania nietypowych problemów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osób starszych</w:t>
            </w:r>
          </w:p>
        </w:tc>
        <w:tc>
          <w:tcPr>
            <w:tcW w:w="1865" w:type="dxa"/>
          </w:tcPr>
          <w:p w14:paraId="523E698B" w14:textId="36B32C93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B7D6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120161" w:rsidRPr="009C54AE" w14:paraId="583B0801" w14:textId="77777777" w:rsidTr="00120161">
        <w:tc>
          <w:tcPr>
            <w:tcW w:w="1681" w:type="dxa"/>
          </w:tcPr>
          <w:p w14:paraId="75B7A481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D124122" w14:textId="34511FE9" w:rsidR="00120161" w:rsidRPr="00FD41E5" w:rsidRDefault="002233E5" w:rsidP="007E392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</w:t>
            </w:r>
            <w:r w:rsidR="001273BE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zdolność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realizowania zadań z zakresu opieki środowiskowej oraz pracy socjalnej z osobami starszymi, a także </w:t>
            </w:r>
            <w:r w:rsidR="001273BE" w:rsidRPr="00B344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samodzielnie dokonywać tłumaczeń i interpretacji tekstów </w:t>
            </w:r>
            <w:r w:rsidR="005C7FE3" w:rsidRPr="00B344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zakresu starości </w:t>
            </w:r>
            <w:r w:rsidR="001273BE" w:rsidRPr="00B3447A">
              <w:rPr>
                <w:rFonts w:ascii="Corbel" w:eastAsia="Times New Roman" w:hAnsi="Corbel"/>
                <w:sz w:val="24"/>
                <w:szCs w:val="24"/>
                <w:lang w:eastAsia="pl-PL"/>
              </w:rPr>
              <w:t>w języku obcym oraz komunikować się z przedstawicielami służb społecznych</w:t>
            </w:r>
            <w:r w:rsidR="001273BE" w:rsidRPr="00FD41E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0597770" w14:textId="3B2D4377" w:rsidR="00120161" w:rsidRDefault="009766A6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7FE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F129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6347E578" w14:textId="5DD438E1" w:rsidR="004B699C" w:rsidRPr="009C54AE" w:rsidRDefault="004B699C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47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F129B" w:rsidRPr="00B3447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3447A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</w:tbl>
    <w:p w14:paraId="6BAEF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43CBB" w14:textId="70037CA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BF965FC" w14:textId="77777777" w:rsidR="00BD7E44" w:rsidRPr="00BD7E44" w:rsidRDefault="00BD7E44" w:rsidP="00BD7E4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BD7E44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7E44" w:rsidRPr="00BD7E44" w14:paraId="4327E6F3" w14:textId="77777777" w:rsidTr="004B5DE1">
        <w:tc>
          <w:tcPr>
            <w:tcW w:w="9639" w:type="dxa"/>
          </w:tcPr>
          <w:p w14:paraId="59CA5B92" w14:textId="77777777" w:rsidR="00BD7E44" w:rsidRPr="00BD7E44" w:rsidRDefault="00BD7E44" w:rsidP="00BD7E4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BD7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7E44" w:rsidRPr="00BD7E44" w14:paraId="16B4A91D" w14:textId="77777777" w:rsidTr="004B5DE1">
        <w:tc>
          <w:tcPr>
            <w:tcW w:w="9639" w:type="dxa"/>
          </w:tcPr>
          <w:p w14:paraId="6CD3DC3B" w14:textId="42A4E7E5" w:rsidR="00BD7E44" w:rsidRPr="00BD7E44" w:rsidRDefault="00BD7E44" w:rsidP="00BD7E4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8F7BC9C" w14:textId="77777777" w:rsidR="007D3B63" w:rsidRPr="009C54AE" w:rsidRDefault="007D3B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B2A2CF" w14:textId="6C22FDC2" w:rsidR="0085747A" w:rsidRDefault="0085747A" w:rsidP="00FD41E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56DE7FA" w14:textId="77777777" w:rsidR="00F3015E" w:rsidRPr="00FD41E5" w:rsidRDefault="00F3015E" w:rsidP="00F3015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36AF" w:rsidRPr="009C54AE" w14:paraId="29CDFC7A" w14:textId="77777777" w:rsidTr="007D36AF">
        <w:tc>
          <w:tcPr>
            <w:tcW w:w="9520" w:type="dxa"/>
          </w:tcPr>
          <w:p w14:paraId="401CBEBC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BD7E44" w:rsidRPr="009C54AE" w14:paraId="09B5E5C6" w14:textId="77777777" w:rsidTr="007D36AF">
        <w:tc>
          <w:tcPr>
            <w:tcW w:w="9520" w:type="dxa"/>
          </w:tcPr>
          <w:p w14:paraId="0A01FF90" w14:textId="45ADA3F6" w:rsidR="00BD7E44" w:rsidRDefault="00BD7E44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</w:tc>
      </w:tr>
      <w:tr w:rsidR="007D36AF" w:rsidRPr="009C54AE" w14:paraId="143A55E9" w14:textId="77777777" w:rsidTr="007D36AF">
        <w:tc>
          <w:tcPr>
            <w:tcW w:w="9520" w:type="dxa"/>
          </w:tcPr>
          <w:p w14:paraId="7D327834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Bio-psycho-społeczne konsekwencje starzenia się</w:t>
            </w:r>
          </w:p>
        </w:tc>
      </w:tr>
      <w:tr w:rsidR="007D36AF" w:rsidRPr="009C54AE" w14:paraId="695725D4" w14:textId="77777777" w:rsidTr="007D36AF">
        <w:tc>
          <w:tcPr>
            <w:tcW w:w="9520" w:type="dxa"/>
          </w:tcPr>
          <w:p w14:paraId="1CFE783B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gerontologiczna</w:t>
            </w:r>
          </w:p>
        </w:tc>
      </w:tr>
      <w:tr w:rsidR="007D36AF" w:rsidRPr="009C54AE" w14:paraId="2AD22A0F" w14:textId="77777777" w:rsidTr="007D36AF">
        <w:tc>
          <w:tcPr>
            <w:tcW w:w="9520" w:type="dxa"/>
          </w:tcPr>
          <w:p w14:paraId="45961C8D" w14:textId="6699A832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Zawody pomocowe ukierunkowane na prace z osobami starszymi</w:t>
            </w:r>
          </w:p>
        </w:tc>
      </w:tr>
      <w:tr w:rsidR="00BD7E44" w:rsidRPr="009C54AE" w14:paraId="29DECBA0" w14:textId="77777777" w:rsidTr="007D36AF">
        <w:tc>
          <w:tcPr>
            <w:tcW w:w="9520" w:type="dxa"/>
          </w:tcPr>
          <w:p w14:paraId="5FBB2748" w14:textId="3D77B902" w:rsidR="00BD7E44" w:rsidRDefault="00BD7E44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wsparcia na rzecz osób starszych</w:t>
            </w:r>
          </w:p>
        </w:tc>
      </w:tr>
    </w:tbl>
    <w:p w14:paraId="53E39926" w14:textId="77777777" w:rsidR="00BD7E44" w:rsidRPr="009C54AE" w:rsidRDefault="00BD7E4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0FF384" w14:textId="0868D219" w:rsidR="007D3B63" w:rsidRPr="00282D5C" w:rsidRDefault="009F4610" w:rsidP="00282D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AE56A5" w14:textId="112CD64A" w:rsidR="00FD41E5" w:rsidRDefault="00BD7E44" w:rsidP="00BD7E44">
      <w:pPr>
        <w:spacing w:after="0" w:line="240" w:lineRule="auto"/>
        <w:rPr>
          <w:rFonts w:ascii="Corbel" w:eastAsia="Times New Roman" w:hAnsi="Corbel"/>
          <w:i/>
          <w:iCs/>
          <w:sz w:val="24"/>
          <w:szCs w:val="24"/>
          <w:lang w:eastAsia="pl-PL"/>
        </w:rPr>
      </w:pPr>
      <w:r w:rsidRPr="00BD7E44">
        <w:rPr>
          <w:rFonts w:ascii="Corbel" w:eastAsia="Times New Roman" w:hAnsi="Corbel"/>
          <w:i/>
          <w:iCs/>
          <w:sz w:val="24"/>
          <w:szCs w:val="24"/>
          <w:lang w:eastAsia="pl-PL"/>
        </w:rPr>
        <w:t>Konwersatorium: a</w:t>
      </w:r>
      <w:r w:rsidR="00B50652" w:rsidRPr="00BD7E44">
        <w:rPr>
          <w:rFonts w:ascii="Corbel" w:eastAsia="Times New Roman" w:hAnsi="Corbel"/>
          <w:i/>
          <w:iCs/>
          <w:sz w:val="24"/>
          <w:szCs w:val="24"/>
          <w:lang w:eastAsia="pl-PL"/>
        </w:rPr>
        <w:t>naliza tekstów z dyskusją,  praca w grupach</w:t>
      </w:r>
      <w:r w:rsidRPr="00BD7E44">
        <w:rPr>
          <w:rFonts w:ascii="Corbel" w:eastAsia="Times New Roman" w:hAnsi="Corbel"/>
          <w:i/>
          <w:iCs/>
          <w:sz w:val="24"/>
          <w:szCs w:val="24"/>
          <w:lang w:eastAsia="pl-PL"/>
        </w:rPr>
        <w:t>.</w:t>
      </w:r>
    </w:p>
    <w:p w14:paraId="01F4DA8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6F68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0E6BBB" w14:textId="4FFDCE44" w:rsidR="0085747A" w:rsidRDefault="0085747A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DEF333" w14:textId="77777777" w:rsidR="007D3B63" w:rsidRPr="00FD41E5" w:rsidRDefault="007D3B63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A67BD7" w14:textId="77777777" w:rsidTr="00C05F44">
        <w:tc>
          <w:tcPr>
            <w:tcW w:w="1985" w:type="dxa"/>
            <w:vAlign w:val="center"/>
          </w:tcPr>
          <w:p w14:paraId="6E47AA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70761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6E488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E0975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1BB9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CEC0604" w14:textId="77777777" w:rsidTr="00C05F44">
        <w:tc>
          <w:tcPr>
            <w:tcW w:w="1985" w:type="dxa"/>
          </w:tcPr>
          <w:p w14:paraId="02E9E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3138B2B" w14:textId="77777777" w:rsidR="0085747A" w:rsidRPr="00282D5C" w:rsidRDefault="00E143AD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CED5C6" w14:textId="6DCF5E13" w:rsidR="0085747A" w:rsidRPr="00282D5C" w:rsidRDefault="00FD41E5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r w:rsidR="00282D5C" w:rsidRPr="00282D5C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="0085747A" w:rsidRPr="009C54AE" w14:paraId="45E3C97A" w14:textId="77777777" w:rsidTr="00C05F44">
        <w:tc>
          <w:tcPr>
            <w:tcW w:w="1985" w:type="dxa"/>
          </w:tcPr>
          <w:p w14:paraId="45AF8F4F" w14:textId="0282A382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A65E84">
              <w:rPr>
                <w:rFonts w:ascii="Corbel" w:hAnsi="Corbel"/>
                <w:b w:val="0"/>
                <w:szCs w:val="24"/>
              </w:rPr>
              <w:t>, EK</w:t>
            </w:r>
            <w:r w:rsidR="00282D5C">
              <w:rPr>
                <w:rFonts w:ascii="Corbel" w:hAnsi="Corbel"/>
                <w:b w:val="0"/>
                <w:szCs w:val="24"/>
              </w:rPr>
              <w:t>_</w:t>
            </w:r>
            <w:r w:rsidR="00A65E84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19AAF4" w14:textId="35D36AD3" w:rsidR="0085747A" w:rsidRPr="00282D5C" w:rsidRDefault="00282D5C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2D5C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C04A01" w14:textId="5246FD1B" w:rsidR="0085747A" w:rsidRPr="00282D5C" w:rsidRDefault="00FD41E5" w:rsidP="00FD41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282D5C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r w:rsidR="00282D5C" w:rsidRPr="00282D5C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4EB521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90BC9" w14:textId="4224C5F7" w:rsidR="00923D7D" w:rsidRDefault="003E1941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CB77CA" w14:textId="77777777" w:rsidR="007D3B63" w:rsidRPr="009C54AE" w:rsidRDefault="007D3B63" w:rsidP="00FD41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22AC5A" w14:textId="77777777" w:rsidTr="00923D7D">
        <w:tc>
          <w:tcPr>
            <w:tcW w:w="9670" w:type="dxa"/>
          </w:tcPr>
          <w:p w14:paraId="5CD5E3B4" w14:textId="77777777" w:rsidR="0055561C" w:rsidRDefault="0055561C" w:rsidP="00555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148D4763" w14:textId="77777777" w:rsidR="0055561C" w:rsidRPr="00731754" w:rsidRDefault="0055561C" w:rsidP="0055561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0AF85006" w14:textId="77777777" w:rsidR="0085747A" w:rsidRPr="00622AFB" w:rsidRDefault="0055561C" w:rsidP="004F353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</w:tc>
      </w:tr>
    </w:tbl>
    <w:p w14:paraId="143ADF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BADF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9ED2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482CDF3" w14:textId="77777777" w:rsidTr="003E1941">
        <w:tc>
          <w:tcPr>
            <w:tcW w:w="4962" w:type="dxa"/>
            <w:vAlign w:val="center"/>
          </w:tcPr>
          <w:p w14:paraId="260E85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346E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0CC66A" w14:textId="77777777" w:rsidTr="00923D7D">
        <w:tc>
          <w:tcPr>
            <w:tcW w:w="4962" w:type="dxa"/>
          </w:tcPr>
          <w:p w14:paraId="5923C73B" w14:textId="7913C0F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9F0843" w14:textId="0D30622F" w:rsidR="0085747A" w:rsidRPr="009C54AE" w:rsidRDefault="00AF5B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D5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B4CBAD8" w14:textId="77777777" w:rsidTr="00923D7D">
        <w:tc>
          <w:tcPr>
            <w:tcW w:w="4962" w:type="dxa"/>
          </w:tcPr>
          <w:p w14:paraId="61247C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C2F9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E708E4" w14:textId="77777777" w:rsidR="00C61DC5" w:rsidRPr="009C54AE" w:rsidRDefault="003A3D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86ADF00" w14:textId="77777777" w:rsidTr="00923D7D">
        <w:tc>
          <w:tcPr>
            <w:tcW w:w="4962" w:type="dxa"/>
          </w:tcPr>
          <w:p w14:paraId="19A8A3C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5A08C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B481C1A" w14:textId="11B08133" w:rsidR="00C61DC5" w:rsidRPr="009C54AE" w:rsidRDefault="007D46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2D5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45C7AC6" w14:textId="77777777" w:rsidTr="00923D7D">
        <w:tc>
          <w:tcPr>
            <w:tcW w:w="4962" w:type="dxa"/>
          </w:tcPr>
          <w:p w14:paraId="06F9B6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D7581F" w14:textId="77777777" w:rsidR="0085747A" w:rsidRPr="009C54AE" w:rsidRDefault="00FE3E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D11390B" w14:textId="77777777" w:rsidTr="00923D7D">
        <w:tc>
          <w:tcPr>
            <w:tcW w:w="4962" w:type="dxa"/>
          </w:tcPr>
          <w:p w14:paraId="2ADECBC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3C86EE" w14:textId="77777777" w:rsidR="0085747A" w:rsidRPr="009C54AE" w:rsidRDefault="000D4B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C63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AC1E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A91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34711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D3B63" w:rsidRPr="009C54AE" w14:paraId="007A7C36" w14:textId="77777777" w:rsidTr="007D3B63">
        <w:trPr>
          <w:trHeight w:val="397"/>
        </w:trPr>
        <w:tc>
          <w:tcPr>
            <w:tcW w:w="3544" w:type="dxa"/>
          </w:tcPr>
          <w:p w14:paraId="2887579D" w14:textId="77777777" w:rsidR="007D3B63" w:rsidRPr="009C54AE" w:rsidRDefault="007D3B63" w:rsidP="007D3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38E372" w14:textId="67EE9D8F" w:rsidR="007D3B63" w:rsidRPr="00282D5C" w:rsidRDefault="00282D5C" w:rsidP="007D3B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</w:t>
            </w:r>
            <w:r w:rsidR="007D3B63" w:rsidRPr="00282D5C">
              <w:rPr>
                <w:rFonts w:ascii="Corbel" w:hAnsi="Corbel"/>
                <w:b w:val="0"/>
                <w:bCs/>
                <w:szCs w:val="24"/>
              </w:rPr>
              <w:t>ie dotyczy</w:t>
            </w:r>
          </w:p>
        </w:tc>
      </w:tr>
      <w:tr w:rsidR="007D3B63" w:rsidRPr="009C54AE" w14:paraId="125ED9D3" w14:textId="77777777" w:rsidTr="007D3B63">
        <w:trPr>
          <w:trHeight w:val="397"/>
        </w:trPr>
        <w:tc>
          <w:tcPr>
            <w:tcW w:w="3544" w:type="dxa"/>
          </w:tcPr>
          <w:p w14:paraId="75FBD764" w14:textId="77777777" w:rsidR="007D3B63" w:rsidRPr="009C54AE" w:rsidRDefault="007D3B63" w:rsidP="007D3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8304E0" w14:textId="78B81585" w:rsidR="007D3B63" w:rsidRPr="00282D5C" w:rsidRDefault="00282D5C" w:rsidP="007D3B6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</w:t>
            </w:r>
            <w:r w:rsidR="007D3B63" w:rsidRPr="00282D5C">
              <w:rPr>
                <w:rFonts w:ascii="Corbel" w:hAnsi="Corbel"/>
                <w:b w:val="0"/>
                <w:bCs/>
                <w:szCs w:val="24"/>
              </w:rPr>
              <w:t>ie dotyczy</w:t>
            </w:r>
          </w:p>
        </w:tc>
      </w:tr>
    </w:tbl>
    <w:p w14:paraId="5BD71BF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58A1E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49011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3ED37C7B" w14:textId="77777777" w:rsidTr="00D25C12">
        <w:trPr>
          <w:trHeight w:val="397"/>
        </w:trPr>
        <w:tc>
          <w:tcPr>
            <w:tcW w:w="9498" w:type="dxa"/>
          </w:tcPr>
          <w:p w14:paraId="1890F3DC" w14:textId="7D67C956" w:rsidR="00282D5C" w:rsidRDefault="00282D5C" w:rsidP="00282D5C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80BCDEA" w14:textId="77777777" w:rsidR="0015330A" w:rsidRPr="00282D5C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Bromley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D.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B.(1969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).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122EC0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Psychologia starzenia się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 xml:space="preserve"> .</w:t>
            </w:r>
            <w:r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 xml:space="preserve">Warszawa: 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>PWN.</w:t>
            </w:r>
          </w:p>
          <w:p w14:paraId="2389AC6A" w14:textId="77777777" w:rsidR="0015330A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Halicka M., Halicki J (2017)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122EC0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Starzenie się i starość w badaniach i praktyce edukacyjnej- wybrane aspekty. 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>Pedagogika Społeczna</w:t>
            </w:r>
            <w:r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iCs/>
                <w:smallCaps w:val="0"/>
                <w:color w:val="000000"/>
                <w:szCs w:val="24"/>
              </w:rPr>
              <w:t>2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</w:p>
          <w:p w14:paraId="37E76B91" w14:textId="73A82816" w:rsidR="0015330A" w:rsidRPr="00282D5C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122EC0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http://cejsh.icm.edu.pl/cejsh/element/bwmeta1.element.desklight-dac7a425-db9c-43c8-85d2-efad9a610c4e</w:t>
            </w:r>
          </w:p>
          <w:p w14:paraId="4416602F" w14:textId="77777777" w:rsidR="0015330A" w:rsidRPr="00282D5C" w:rsidRDefault="0015330A" w:rsidP="0015330A">
            <w:pPr>
              <w:pStyle w:val="Punktygwne"/>
              <w:spacing w:before="0" w:after="0"/>
              <w:ind w:firstLine="21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lastRenderedPageBreak/>
              <w:t>Leszczyńska-Rejchert A.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(20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10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122EC0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Człowiek starszy i jego wspomaganie- w stronę pedagogiki starości.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Olsztyn: 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Wydawnictwo Uniwersyte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t</w:t>
            </w:r>
            <w:r w:rsidRPr="00282D5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u Warmińsko-Mazurskiego.</w:t>
            </w:r>
          </w:p>
          <w:p w14:paraId="2974C1FE" w14:textId="77777777" w:rsidR="0015330A" w:rsidRPr="00282D5C" w:rsidRDefault="0015330A" w:rsidP="0015330A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D., Błaszczu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k </w:t>
            </w: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K.(2014). </w:t>
            </w:r>
            <w:r w:rsidRPr="0015330A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socjalnej: podręcznik dla studentów</w:t>
            </w:r>
            <w:r w:rsidRPr="00282D5C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0F0B47F0" w14:textId="7F42FBB8" w:rsidR="00B32BA5" w:rsidRPr="00282D5C" w:rsidRDefault="0015330A" w:rsidP="0015330A">
            <w:pPr>
              <w:spacing w:after="12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Worach-Kardas H.(2015)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15330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Starość w cyklu życia .Społeczne i zdrowotne oblicza późnej starości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Katowice: 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Wydawnictwo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Naukowe </w:t>
            </w:r>
            <w:r w:rsidRPr="00282D5C">
              <w:rPr>
                <w:rFonts w:ascii="Corbel" w:hAnsi="Corbel" w:cstheme="minorHAnsi"/>
                <w:color w:val="000000"/>
                <w:sz w:val="24"/>
                <w:szCs w:val="24"/>
              </w:rPr>
              <w:t>Śląsk.</w:t>
            </w:r>
          </w:p>
        </w:tc>
      </w:tr>
      <w:tr w:rsidR="0085747A" w:rsidRPr="009C54AE" w14:paraId="502E47D1" w14:textId="77777777" w:rsidTr="00D25C12">
        <w:trPr>
          <w:trHeight w:val="397"/>
        </w:trPr>
        <w:tc>
          <w:tcPr>
            <w:tcW w:w="9498" w:type="dxa"/>
          </w:tcPr>
          <w:p w14:paraId="313E1BF3" w14:textId="77777777" w:rsidR="00FD581A" w:rsidRPr="00282D5C" w:rsidRDefault="0085747A" w:rsidP="00282D5C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82D5C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B0143DD" w14:textId="77777777" w:rsidR="0015330A" w:rsidRPr="00282D5C" w:rsidRDefault="0015330A" w:rsidP="0015330A">
            <w:pPr>
              <w:pStyle w:val="Tekstprzypisudolnego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82D5C">
              <w:rPr>
                <w:rFonts w:ascii="Corbel" w:hAnsi="Corbel" w:cstheme="minorHAnsi"/>
                <w:sz w:val="24"/>
                <w:szCs w:val="24"/>
              </w:rPr>
              <w:t xml:space="preserve">Prognoza ludności Polski na lata 2008–2035. GUS, Warszawa 2008 </w:t>
            </w:r>
            <w:hyperlink r:id="rId11" w:history="1">
              <w:r w:rsidRPr="00282D5C">
                <w:rPr>
                  <w:rStyle w:val="Hipercze"/>
                  <w:rFonts w:ascii="Corbel" w:hAnsi="Corbel" w:cstheme="minorHAnsi"/>
                  <w:sz w:val="24"/>
                  <w:szCs w:val="24"/>
                </w:rPr>
                <w:t>http://stat.gov.pl/cps/rde/xbcr/gus/L_prognoza</w:t>
              </w:r>
            </w:hyperlink>
            <w:r w:rsidRPr="00282D5C">
              <w:rPr>
                <w:rFonts w:ascii="Corbel" w:hAnsi="Corbel" w:cstheme="minorHAnsi"/>
                <w:sz w:val="24"/>
                <w:szCs w:val="24"/>
              </w:rPr>
              <w:t> ludności_Pl_2008-2035.pdf</w:t>
            </w:r>
          </w:p>
          <w:p w14:paraId="5A9562E7" w14:textId="77777777" w:rsidR="0015330A" w:rsidRPr="00282D5C" w:rsidRDefault="0015330A" w:rsidP="0015330A">
            <w:pPr>
              <w:pStyle w:val="NormalnyWeb"/>
              <w:spacing w:before="0" w:beforeAutospacing="0" w:after="0" w:afterAutospacing="0"/>
              <w:ind w:firstLine="210"/>
              <w:jc w:val="both"/>
              <w:rPr>
                <w:rStyle w:val="wrtext"/>
                <w:rFonts w:ascii="Corbel" w:hAnsi="Corbel" w:cstheme="minorHAnsi"/>
              </w:rPr>
            </w:pPr>
            <w:r w:rsidRPr="00282D5C">
              <w:rPr>
                <w:rFonts w:ascii="Corbel" w:hAnsi="Corbel" w:cstheme="minorHAnsi"/>
              </w:rPr>
              <w:t>Rynkowska</w:t>
            </w:r>
            <w:r>
              <w:rPr>
                <w:rFonts w:ascii="Corbel" w:hAnsi="Corbel" w:cstheme="minorHAnsi"/>
              </w:rPr>
              <w:t xml:space="preserve"> </w:t>
            </w:r>
            <w:r w:rsidRPr="00282D5C">
              <w:rPr>
                <w:rFonts w:ascii="Corbel" w:hAnsi="Corbel" w:cstheme="minorHAnsi"/>
              </w:rPr>
              <w:t>D., Błaszczuk</w:t>
            </w:r>
            <w:r>
              <w:rPr>
                <w:rFonts w:ascii="Corbel" w:hAnsi="Corbel" w:cstheme="minorHAnsi"/>
              </w:rPr>
              <w:t xml:space="preserve"> </w:t>
            </w:r>
            <w:r w:rsidRPr="00282D5C">
              <w:rPr>
                <w:rFonts w:ascii="Corbel" w:hAnsi="Corbel" w:cstheme="minorHAnsi"/>
              </w:rPr>
              <w:t xml:space="preserve">K.(2016). </w:t>
            </w:r>
            <w:r w:rsidRPr="0015330A">
              <w:rPr>
                <w:rFonts w:ascii="Corbel" w:hAnsi="Corbel" w:cstheme="minorHAnsi"/>
                <w:i/>
                <w:iCs/>
              </w:rPr>
              <w:t>Problemy społeczne i opiekuńcze seniorów i ich rodzin. Studium socjologiczne na przykładzie opinii pracowników socjalnych</w:t>
            </w:r>
            <w:r w:rsidRPr="00282D5C">
              <w:rPr>
                <w:rFonts w:ascii="Corbel" w:hAnsi="Corbel" w:cstheme="minorHAnsi"/>
              </w:rPr>
              <w:t xml:space="preserve">. </w:t>
            </w:r>
            <w:r>
              <w:rPr>
                <w:rFonts w:ascii="Corbel" w:hAnsi="Corbel" w:cstheme="minorHAnsi"/>
              </w:rPr>
              <w:t xml:space="preserve">Rzeszów: </w:t>
            </w:r>
            <w:r w:rsidRPr="00282D5C">
              <w:rPr>
                <w:rFonts w:ascii="Corbel" w:hAnsi="Corbel" w:cstheme="minorHAnsi"/>
              </w:rPr>
              <w:t>Wydawnictwo Uniwersytetu Rzeszowskiego.</w:t>
            </w:r>
          </w:p>
          <w:p w14:paraId="30002E28" w14:textId="77777777" w:rsidR="0015330A" w:rsidRPr="00282D5C" w:rsidRDefault="0015330A" w:rsidP="0015330A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82D5C">
              <w:rPr>
                <w:rFonts w:ascii="Corbel" w:hAnsi="Corbel" w:cstheme="minorHAnsi"/>
                <w:sz w:val="24"/>
                <w:szCs w:val="24"/>
              </w:rPr>
              <w:t>Sytuacja demograficzna osób starszych i konsekwencje starzenia się ludności Polski w świetle prognozy na lata 2014–2050,GUS, Warszawa 2014.</w:t>
            </w:r>
            <w:r>
              <w:t xml:space="preserve"> </w:t>
            </w:r>
            <w:r w:rsidRPr="0015330A">
              <w:rPr>
                <w:rFonts w:ascii="Corbel" w:hAnsi="Corbel" w:cstheme="minorHAnsi"/>
                <w:sz w:val="24"/>
                <w:szCs w:val="24"/>
              </w:rPr>
              <w:t>https://stat.gov.pl/obszary-tematyczne/ludnosc/ludnosc/sytuacja-demograficzna-osob-starszych-i-konsekwencje-starzenia-sie-ludnosci-polski-w-swietle-prognozy-na-lata-2014-2050,18,1.html</w:t>
            </w:r>
          </w:p>
          <w:p w14:paraId="036EE405" w14:textId="11F78023" w:rsidR="00ED1FAA" w:rsidRPr="00282D5C" w:rsidRDefault="0015330A" w:rsidP="0015330A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82D5C">
              <w:rPr>
                <w:rFonts w:ascii="Corbel" w:hAnsi="Corbel" w:cstheme="minorHAnsi"/>
                <w:sz w:val="24"/>
                <w:szCs w:val="24"/>
              </w:rPr>
              <w:t>Szatur-Jaworska B., Błędowski P., Dzięgielewska M (2006).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15330A">
              <w:rPr>
                <w:rFonts w:ascii="Corbel" w:hAnsi="Corbel" w:cstheme="minorHAnsi"/>
                <w:i/>
                <w:iCs/>
                <w:sz w:val="24"/>
                <w:szCs w:val="24"/>
              </w:rPr>
              <w:t>Podstawy gerontologii społecznej</w:t>
            </w:r>
            <w:r w:rsidRPr="00282D5C">
              <w:rPr>
                <w:rFonts w:ascii="Corbel" w:hAnsi="Corbel" w:cstheme="minorHAnsi"/>
                <w:sz w:val="24"/>
                <w:szCs w:val="24"/>
              </w:rPr>
              <w:t>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Warszawa: </w:t>
            </w:r>
            <w:r w:rsidRPr="00282D5C">
              <w:rPr>
                <w:rFonts w:ascii="Corbel" w:hAnsi="Corbel" w:cstheme="minorHAnsi"/>
                <w:sz w:val="24"/>
                <w:szCs w:val="24"/>
              </w:rPr>
              <w:t>Oficyna Wydawnicza ASPRA JR.</w:t>
            </w:r>
          </w:p>
        </w:tc>
      </w:tr>
    </w:tbl>
    <w:p w14:paraId="1A8607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628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D1E29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BE42E" w14:textId="77777777" w:rsidR="001A0848" w:rsidRDefault="001A0848" w:rsidP="00C16ABF">
      <w:pPr>
        <w:spacing w:after="0" w:line="240" w:lineRule="auto"/>
      </w:pPr>
      <w:r>
        <w:separator/>
      </w:r>
    </w:p>
  </w:endnote>
  <w:endnote w:type="continuationSeparator" w:id="0">
    <w:p w14:paraId="14CC38F6" w14:textId="77777777" w:rsidR="001A0848" w:rsidRDefault="001A08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4914483"/>
      <w:docPartObj>
        <w:docPartGallery w:val="Page Numbers (Bottom of Page)"/>
        <w:docPartUnique/>
      </w:docPartObj>
    </w:sdtPr>
    <w:sdtContent>
      <w:p w14:paraId="12978E06" w14:textId="65950FB0" w:rsidR="00BD7E44" w:rsidRDefault="00BD7E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661E9" w14:textId="77777777" w:rsidR="00BD7E44" w:rsidRDefault="00BD7E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05277" w14:textId="77777777" w:rsidR="001A0848" w:rsidRDefault="001A0848" w:rsidP="00C16ABF">
      <w:pPr>
        <w:spacing w:after="0" w:line="240" w:lineRule="auto"/>
      </w:pPr>
      <w:r>
        <w:separator/>
      </w:r>
    </w:p>
  </w:footnote>
  <w:footnote w:type="continuationSeparator" w:id="0">
    <w:p w14:paraId="7E83E93A" w14:textId="77777777" w:rsidR="001A0848" w:rsidRDefault="001A0848" w:rsidP="00C16ABF">
      <w:pPr>
        <w:spacing w:after="0" w:line="240" w:lineRule="auto"/>
      </w:pPr>
      <w:r>
        <w:continuationSeparator/>
      </w:r>
    </w:p>
  </w:footnote>
  <w:footnote w:id="1">
    <w:p w14:paraId="79FF605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646269">
    <w:abstractNumId w:val="0"/>
  </w:num>
  <w:num w:numId="2" w16cid:durableId="35731659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A0B"/>
    <w:rsid w:val="00015B8F"/>
    <w:rsid w:val="00022ECE"/>
    <w:rsid w:val="00032CA2"/>
    <w:rsid w:val="00042A51"/>
    <w:rsid w:val="00042D2E"/>
    <w:rsid w:val="00044C82"/>
    <w:rsid w:val="00050586"/>
    <w:rsid w:val="00070ED6"/>
    <w:rsid w:val="000742DC"/>
    <w:rsid w:val="00084C12"/>
    <w:rsid w:val="00085DC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B81"/>
    <w:rsid w:val="000F1C57"/>
    <w:rsid w:val="000F5615"/>
    <w:rsid w:val="0010713F"/>
    <w:rsid w:val="00120161"/>
    <w:rsid w:val="00122EC0"/>
    <w:rsid w:val="00124BFF"/>
    <w:rsid w:val="0012560E"/>
    <w:rsid w:val="00127108"/>
    <w:rsid w:val="001273BE"/>
    <w:rsid w:val="00134B13"/>
    <w:rsid w:val="00146BC0"/>
    <w:rsid w:val="0015330A"/>
    <w:rsid w:val="00153C41"/>
    <w:rsid w:val="00154381"/>
    <w:rsid w:val="00163283"/>
    <w:rsid w:val="001640A7"/>
    <w:rsid w:val="00164FA7"/>
    <w:rsid w:val="00166A03"/>
    <w:rsid w:val="00167D49"/>
    <w:rsid w:val="001718A7"/>
    <w:rsid w:val="001737CF"/>
    <w:rsid w:val="00176083"/>
    <w:rsid w:val="00176CAD"/>
    <w:rsid w:val="00192F37"/>
    <w:rsid w:val="001A0848"/>
    <w:rsid w:val="001A4026"/>
    <w:rsid w:val="001A70D2"/>
    <w:rsid w:val="001B7D6C"/>
    <w:rsid w:val="001D657B"/>
    <w:rsid w:val="001D7B54"/>
    <w:rsid w:val="001E0209"/>
    <w:rsid w:val="001E1180"/>
    <w:rsid w:val="001F2CA2"/>
    <w:rsid w:val="001F72F9"/>
    <w:rsid w:val="002144C0"/>
    <w:rsid w:val="002233E5"/>
    <w:rsid w:val="0022477D"/>
    <w:rsid w:val="002278A9"/>
    <w:rsid w:val="002336F9"/>
    <w:rsid w:val="0024028F"/>
    <w:rsid w:val="00244ABC"/>
    <w:rsid w:val="002451EB"/>
    <w:rsid w:val="00253AB1"/>
    <w:rsid w:val="0025456E"/>
    <w:rsid w:val="0027684A"/>
    <w:rsid w:val="00281FF2"/>
    <w:rsid w:val="00282D5C"/>
    <w:rsid w:val="002857DE"/>
    <w:rsid w:val="0029104F"/>
    <w:rsid w:val="00291567"/>
    <w:rsid w:val="002A22BF"/>
    <w:rsid w:val="002A2389"/>
    <w:rsid w:val="002A671D"/>
    <w:rsid w:val="002B13DD"/>
    <w:rsid w:val="002B4D55"/>
    <w:rsid w:val="002B5EA0"/>
    <w:rsid w:val="002B6119"/>
    <w:rsid w:val="002C1F06"/>
    <w:rsid w:val="002D3375"/>
    <w:rsid w:val="002D73D4"/>
    <w:rsid w:val="002E082B"/>
    <w:rsid w:val="002E5CE9"/>
    <w:rsid w:val="002F02A3"/>
    <w:rsid w:val="002F4ABE"/>
    <w:rsid w:val="003018BA"/>
    <w:rsid w:val="0030395F"/>
    <w:rsid w:val="00305C92"/>
    <w:rsid w:val="003151C5"/>
    <w:rsid w:val="00321192"/>
    <w:rsid w:val="003343CF"/>
    <w:rsid w:val="00346FE9"/>
    <w:rsid w:val="0034759A"/>
    <w:rsid w:val="003503F6"/>
    <w:rsid w:val="003530DD"/>
    <w:rsid w:val="00361722"/>
    <w:rsid w:val="00363F78"/>
    <w:rsid w:val="003854D5"/>
    <w:rsid w:val="003A0A5B"/>
    <w:rsid w:val="003A1176"/>
    <w:rsid w:val="003A15E5"/>
    <w:rsid w:val="003A3D5B"/>
    <w:rsid w:val="003C0BAE"/>
    <w:rsid w:val="003D18A9"/>
    <w:rsid w:val="003D6CE2"/>
    <w:rsid w:val="003E1941"/>
    <w:rsid w:val="003E1C6C"/>
    <w:rsid w:val="003E2FE6"/>
    <w:rsid w:val="003E49D5"/>
    <w:rsid w:val="003F129B"/>
    <w:rsid w:val="003F205D"/>
    <w:rsid w:val="003F38C0"/>
    <w:rsid w:val="003F3DBD"/>
    <w:rsid w:val="0040190A"/>
    <w:rsid w:val="00414E3C"/>
    <w:rsid w:val="0042244A"/>
    <w:rsid w:val="0042745A"/>
    <w:rsid w:val="00431D5C"/>
    <w:rsid w:val="00433F14"/>
    <w:rsid w:val="004362C6"/>
    <w:rsid w:val="00437FA2"/>
    <w:rsid w:val="00445970"/>
    <w:rsid w:val="00461EFC"/>
    <w:rsid w:val="004652C2"/>
    <w:rsid w:val="004706D1"/>
    <w:rsid w:val="00470C06"/>
    <w:rsid w:val="00471326"/>
    <w:rsid w:val="0047598D"/>
    <w:rsid w:val="004840FD"/>
    <w:rsid w:val="00490F7D"/>
    <w:rsid w:val="00491678"/>
    <w:rsid w:val="004968E2"/>
    <w:rsid w:val="004A3EEA"/>
    <w:rsid w:val="004A4D1F"/>
    <w:rsid w:val="004B699C"/>
    <w:rsid w:val="004D5282"/>
    <w:rsid w:val="004F1551"/>
    <w:rsid w:val="004F3530"/>
    <w:rsid w:val="004F55A3"/>
    <w:rsid w:val="0050496F"/>
    <w:rsid w:val="00513B6F"/>
    <w:rsid w:val="00516BC1"/>
    <w:rsid w:val="00517C63"/>
    <w:rsid w:val="00523B96"/>
    <w:rsid w:val="005363C4"/>
    <w:rsid w:val="00536BDE"/>
    <w:rsid w:val="00543ACC"/>
    <w:rsid w:val="0055561C"/>
    <w:rsid w:val="00556FF4"/>
    <w:rsid w:val="0056696D"/>
    <w:rsid w:val="0059484D"/>
    <w:rsid w:val="005A0855"/>
    <w:rsid w:val="005A3196"/>
    <w:rsid w:val="005C080F"/>
    <w:rsid w:val="005C4525"/>
    <w:rsid w:val="005C55E5"/>
    <w:rsid w:val="005C696A"/>
    <w:rsid w:val="005C7FE3"/>
    <w:rsid w:val="005E44F3"/>
    <w:rsid w:val="005E6E85"/>
    <w:rsid w:val="005F31D2"/>
    <w:rsid w:val="0061029B"/>
    <w:rsid w:val="00617230"/>
    <w:rsid w:val="00621CE1"/>
    <w:rsid w:val="00622AFB"/>
    <w:rsid w:val="00627FC9"/>
    <w:rsid w:val="00647FA8"/>
    <w:rsid w:val="00650C5F"/>
    <w:rsid w:val="00654934"/>
    <w:rsid w:val="006620D9"/>
    <w:rsid w:val="00671958"/>
    <w:rsid w:val="006723EA"/>
    <w:rsid w:val="00675843"/>
    <w:rsid w:val="00691328"/>
    <w:rsid w:val="00696477"/>
    <w:rsid w:val="006D050F"/>
    <w:rsid w:val="006D6139"/>
    <w:rsid w:val="006E3378"/>
    <w:rsid w:val="006E3C7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A0F"/>
    <w:rsid w:val="00763BF1"/>
    <w:rsid w:val="00766FD4"/>
    <w:rsid w:val="007676FC"/>
    <w:rsid w:val="00775192"/>
    <w:rsid w:val="0078168C"/>
    <w:rsid w:val="00782BF8"/>
    <w:rsid w:val="00787C2A"/>
    <w:rsid w:val="00790E27"/>
    <w:rsid w:val="007A4022"/>
    <w:rsid w:val="007A6E6E"/>
    <w:rsid w:val="007C123A"/>
    <w:rsid w:val="007C3299"/>
    <w:rsid w:val="007C3BCC"/>
    <w:rsid w:val="007C4546"/>
    <w:rsid w:val="007D36AF"/>
    <w:rsid w:val="007D3B63"/>
    <w:rsid w:val="007D4636"/>
    <w:rsid w:val="007D6E56"/>
    <w:rsid w:val="007D6FF1"/>
    <w:rsid w:val="007E0B06"/>
    <w:rsid w:val="007E392D"/>
    <w:rsid w:val="007F2094"/>
    <w:rsid w:val="007F4155"/>
    <w:rsid w:val="00813054"/>
    <w:rsid w:val="008154F8"/>
    <w:rsid w:val="0081554D"/>
    <w:rsid w:val="0081707E"/>
    <w:rsid w:val="00841276"/>
    <w:rsid w:val="008449B3"/>
    <w:rsid w:val="008462F4"/>
    <w:rsid w:val="0085334B"/>
    <w:rsid w:val="008552A2"/>
    <w:rsid w:val="0085747A"/>
    <w:rsid w:val="00876D5D"/>
    <w:rsid w:val="00877E56"/>
    <w:rsid w:val="00882E13"/>
    <w:rsid w:val="00884922"/>
    <w:rsid w:val="00885F64"/>
    <w:rsid w:val="008917F9"/>
    <w:rsid w:val="008A45F7"/>
    <w:rsid w:val="008B1EBB"/>
    <w:rsid w:val="008C0CC0"/>
    <w:rsid w:val="008C19A9"/>
    <w:rsid w:val="008C32CD"/>
    <w:rsid w:val="008C379D"/>
    <w:rsid w:val="008C5147"/>
    <w:rsid w:val="008C5359"/>
    <w:rsid w:val="008C5363"/>
    <w:rsid w:val="008D2DC3"/>
    <w:rsid w:val="008D3DFB"/>
    <w:rsid w:val="008E203E"/>
    <w:rsid w:val="008E64F4"/>
    <w:rsid w:val="008F12C9"/>
    <w:rsid w:val="008F6E29"/>
    <w:rsid w:val="0090201A"/>
    <w:rsid w:val="00916188"/>
    <w:rsid w:val="00917E2A"/>
    <w:rsid w:val="00923D7D"/>
    <w:rsid w:val="009322BC"/>
    <w:rsid w:val="009437F0"/>
    <w:rsid w:val="009505FD"/>
    <w:rsid w:val="009508DF"/>
    <w:rsid w:val="00950DAC"/>
    <w:rsid w:val="00954A07"/>
    <w:rsid w:val="00965725"/>
    <w:rsid w:val="009766A6"/>
    <w:rsid w:val="00997F14"/>
    <w:rsid w:val="009A23B3"/>
    <w:rsid w:val="009A52CA"/>
    <w:rsid w:val="009A78D9"/>
    <w:rsid w:val="009B5535"/>
    <w:rsid w:val="009C0933"/>
    <w:rsid w:val="009C3E31"/>
    <w:rsid w:val="009C501A"/>
    <w:rsid w:val="009C54AE"/>
    <w:rsid w:val="009C77E0"/>
    <w:rsid w:val="009C788E"/>
    <w:rsid w:val="009D3F3B"/>
    <w:rsid w:val="009E0543"/>
    <w:rsid w:val="009E19F3"/>
    <w:rsid w:val="009E3B41"/>
    <w:rsid w:val="009F3C5C"/>
    <w:rsid w:val="009F4610"/>
    <w:rsid w:val="00A00544"/>
    <w:rsid w:val="00A00ECC"/>
    <w:rsid w:val="00A155EE"/>
    <w:rsid w:val="00A2245B"/>
    <w:rsid w:val="00A30110"/>
    <w:rsid w:val="00A35DAF"/>
    <w:rsid w:val="00A36899"/>
    <w:rsid w:val="00A371F6"/>
    <w:rsid w:val="00A43BF6"/>
    <w:rsid w:val="00A53FA5"/>
    <w:rsid w:val="00A54817"/>
    <w:rsid w:val="00A601C8"/>
    <w:rsid w:val="00A60799"/>
    <w:rsid w:val="00A65E84"/>
    <w:rsid w:val="00A84C85"/>
    <w:rsid w:val="00A97574"/>
    <w:rsid w:val="00A97DE1"/>
    <w:rsid w:val="00AB053C"/>
    <w:rsid w:val="00AD1146"/>
    <w:rsid w:val="00AD27D3"/>
    <w:rsid w:val="00AD66D6"/>
    <w:rsid w:val="00AE0D24"/>
    <w:rsid w:val="00AE1160"/>
    <w:rsid w:val="00AE203C"/>
    <w:rsid w:val="00AE2E74"/>
    <w:rsid w:val="00AE5FCB"/>
    <w:rsid w:val="00AF2C1E"/>
    <w:rsid w:val="00AF5BA9"/>
    <w:rsid w:val="00B00251"/>
    <w:rsid w:val="00B06142"/>
    <w:rsid w:val="00B135B1"/>
    <w:rsid w:val="00B3130B"/>
    <w:rsid w:val="00B32BA5"/>
    <w:rsid w:val="00B3447A"/>
    <w:rsid w:val="00B40ADB"/>
    <w:rsid w:val="00B43B77"/>
    <w:rsid w:val="00B43E80"/>
    <w:rsid w:val="00B50652"/>
    <w:rsid w:val="00B607DB"/>
    <w:rsid w:val="00B66529"/>
    <w:rsid w:val="00B705DC"/>
    <w:rsid w:val="00B7288A"/>
    <w:rsid w:val="00B75946"/>
    <w:rsid w:val="00B8056E"/>
    <w:rsid w:val="00B819C8"/>
    <w:rsid w:val="00B82308"/>
    <w:rsid w:val="00B87145"/>
    <w:rsid w:val="00B90885"/>
    <w:rsid w:val="00B90A57"/>
    <w:rsid w:val="00BB520A"/>
    <w:rsid w:val="00BD3869"/>
    <w:rsid w:val="00BD4554"/>
    <w:rsid w:val="00BD66E9"/>
    <w:rsid w:val="00BD6FF4"/>
    <w:rsid w:val="00BD7E08"/>
    <w:rsid w:val="00BD7E44"/>
    <w:rsid w:val="00BE3BE0"/>
    <w:rsid w:val="00BF2C41"/>
    <w:rsid w:val="00C058B4"/>
    <w:rsid w:val="00C05F44"/>
    <w:rsid w:val="00C131B5"/>
    <w:rsid w:val="00C161CF"/>
    <w:rsid w:val="00C16ABF"/>
    <w:rsid w:val="00C170AE"/>
    <w:rsid w:val="00C26CB7"/>
    <w:rsid w:val="00C324C1"/>
    <w:rsid w:val="00C36992"/>
    <w:rsid w:val="00C53C94"/>
    <w:rsid w:val="00C56036"/>
    <w:rsid w:val="00C61DC5"/>
    <w:rsid w:val="00C67E92"/>
    <w:rsid w:val="00C70A26"/>
    <w:rsid w:val="00C766DF"/>
    <w:rsid w:val="00C85A1E"/>
    <w:rsid w:val="00C9241B"/>
    <w:rsid w:val="00C94B98"/>
    <w:rsid w:val="00CA2B96"/>
    <w:rsid w:val="00CA5089"/>
    <w:rsid w:val="00CD6897"/>
    <w:rsid w:val="00CE5BAC"/>
    <w:rsid w:val="00CF25BE"/>
    <w:rsid w:val="00CF78ED"/>
    <w:rsid w:val="00D02B25"/>
    <w:rsid w:val="00D02BF4"/>
    <w:rsid w:val="00D02EBA"/>
    <w:rsid w:val="00D17C3C"/>
    <w:rsid w:val="00D25C12"/>
    <w:rsid w:val="00D26B2C"/>
    <w:rsid w:val="00D26C0A"/>
    <w:rsid w:val="00D352C9"/>
    <w:rsid w:val="00D425B2"/>
    <w:rsid w:val="00D428D6"/>
    <w:rsid w:val="00D552B2"/>
    <w:rsid w:val="00D608D1"/>
    <w:rsid w:val="00D66551"/>
    <w:rsid w:val="00D74119"/>
    <w:rsid w:val="00D8075B"/>
    <w:rsid w:val="00D815A1"/>
    <w:rsid w:val="00D8678B"/>
    <w:rsid w:val="00DA2114"/>
    <w:rsid w:val="00DD10F4"/>
    <w:rsid w:val="00DE09C0"/>
    <w:rsid w:val="00DE4A14"/>
    <w:rsid w:val="00DE51EB"/>
    <w:rsid w:val="00DF320D"/>
    <w:rsid w:val="00DF71C8"/>
    <w:rsid w:val="00E032FF"/>
    <w:rsid w:val="00E129B8"/>
    <w:rsid w:val="00E143AD"/>
    <w:rsid w:val="00E218A2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27D"/>
    <w:rsid w:val="00E960BB"/>
    <w:rsid w:val="00EA2074"/>
    <w:rsid w:val="00EA42CB"/>
    <w:rsid w:val="00EA4832"/>
    <w:rsid w:val="00EA4E9D"/>
    <w:rsid w:val="00EB4896"/>
    <w:rsid w:val="00EC4899"/>
    <w:rsid w:val="00ED03AB"/>
    <w:rsid w:val="00ED1FAA"/>
    <w:rsid w:val="00ED32D2"/>
    <w:rsid w:val="00EE32DE"/>
    <w:rsid w:val="00EE5457"/>
    <w:rsid w:val="00EF0ED2"/>
    <w:rsid w:val="00F070AB"/>
    <w:rsid w:val="00F07A3E"/>
    <w:rsid w:val="00F14D12"/>
    <w:rsid w:val="00F15FA4"/>
    <w:rsid w:val="00F17567"/>
    <w:rsid w:val="00F27A7B"/>
    <w:rsid w:val="00F3015E"/>
    <w:rsid w:val="00F36070"/>
    <w:rsid w:val="00F526AF"/>
    <w:rsid w:val="00F617C3"/>
    <w:rsid w:val="00F7066B"/>
    <w:rsid w:val="00F7187C"/>
    <w:rsid w:val="00F74EDF"/>
    <w:rsid w:val="00F83B28"/>
    <w:rsid w:val="00F905FA"/>
    <w:rsid w:val="00F974DA"/>
    <w:rsid w:val="00FA46E5"/>
    <w:rsid w:val="00FB7DBA"/>
    <w:rsid w:val="00FC1C25"/>
    <w:rsid w:val="00FC3F45"/>
    <w:rsid w:val="00FD36E1"/>
    <w:rsid w:val="00FD41E5"/>
    <w:rsid w:val="00FD503F"/>
    <w:rsid w:val="00FD581A"/>
    <w:rsid w:val="00FD7589"/>
    <w:rsid w:val="00FE3E8E"/>
    <w:rsid w:val="00FF016A"/>
    <w:rsid w:val="00FF1401"/>
    <w:rsid w:val="00FF496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F29C"/>
  <w15:docId w15:val="{DFC14CB7-EADD-464E-A1D8-F334A344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3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3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3B3"/>
    <w:rPr>
      <w:rFonts w:ascii="Calibri" w:hAnsi="Calibri"/>
      <w:b/>
      <w:bCs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D6FF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D6FF1"/>
    <w:rPr>
      <w:rFonts w:ascii="Consolas" w:hAnsi="Consolas"/>
      <w:lang w:eastAsia="en-US"/>
    </w:rPr>
  </w:style>
  <w:style w:type="character" w:customStyle="1" w:styleId="wrtext">
    <w:name w:val="wrtext"/>
    <w:rsid w:val="00FD581A"/>
  </w:style>
  <w:style w:type="paragraph" w:styleId="NormalnyWeb">
    <w:name w:val="Normal (Web)"/>
    <w:basedOn w:val="Normalny"/>
    <w:uiPriority w:val="99"/>
    <w:unhideWhenUsed/>
    <w:rsid w:val="00FD58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tat.gov.pl/cps/rde/xbcr/gus/L_prognoz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2637C8-9C40-4BFB-A4EC-3C47EC76B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F3C55F-6C35-4084-BEC6-015EECFE5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955B84-82FB-4ECF-AFF4-7F970A8C18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0D65C5-11E3-4A10-90BC-C4D8C10C56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90</TotalTime>
  <Pages>4</Pages>
  <Words>860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17</cp:revision>
  <cp:lastPrinted>2019-02-06T12:12:00Z</cp:lastPrinted>
  <dcterms:created xsi:type="dcterms:W3CDTF">2021-09-12T14:32:00Z</dcterms:created>
  <dcterms:modified xsi:type="dcterms:W3CDTF">2023-07-12T06:46:00Z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